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104C4E">
        <w:rPr>
          <w:rFonts w:ascii="Corbel" w:hAnsi="Corbel"/>
          <w:bCs/>
          <w:i/>
          <w:sz w:val="24"/>
          <w:szCs w:val="24"/>
        </w:rPr>
        <w:t>7</w:t>
      </w:r>
      <w:r w:rsidR="00F17567" w:rsidRPr="001671CE">
        <w:rPr>
          <w:rFonts w:ascii="Corbel" w:hAnsi="Corbel"/>
          <w:bCs/>
          <w:i/>
          <w:sz w:val="24"/>
          <w:szCs w:val="24"/>
        </w:rPr>
        <w:t>/20</w:t>
      </w:r>
      <w:r w:rsidR="00104C4E">
        <w:rPr>
          <w:rFonts w:ascii="Corbel" w:hAnsi="Corbel"/>
          <w:bCs/>
          <w:i/>
          <w:sz w:val="24"/>
          <w:szCs w:val="24"/>
        </w:rPr>
        <w:t>23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FA7C9D" w:rsidRDefault="0071620A" w:rsidP="00FA7C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FA7C9D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1671C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9A2E80">
        <w:rPr>
          <w:rFonts w:ascii="Corbel" w:hAnsi="Corbel"/>
          <w:sz w:val="20"/>
          <w:szCs w:val="24"/>
        </w:rPr>
        <w:t>202</w:t>
      </w:r>
      <w:r w:rsidR="00FA7C9D">
        <w:rPr>
          <w:rFonts w:ascii="Corbel" w:hAnsi="Corbel"/>
          <w:sz w:val="20"/>
          <w:szCs w:val="24"/>
        </w:rPr>
        <w:t>5</w:t>
      </w:r>
      <w:r w:rsidR="009A2E80">
        <w:rPr>
          <w:rFonts w:ascii="Corbel" w:hAnsi="Corbel"/>
          <w:sz w:val="20"/>
          <w:szCs w:val="24"/>
        </w:rPr>
        <w:t>/202</w:t>
      </w:r>
      <w:r w:rsidR="00FA7C9D">
        <w:rPr>
          <w:rFonts w:ascii="Corbel" w:hAnsi="Corbel"/>
          <w:sz w:val="20"/>
          <w:szCs w:val="24"/>
        </w:rPr>
        <w:t>6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9A2E8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9A2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9A2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A2E80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2E8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3F3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Wykł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Konw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Sem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Prakt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3F33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2E80" w:rsidRDefault="0085747A" w:rsidP="009A2E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1671CE" w:rsidRDefault="009A2E80" w:rsidP="009A2E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 w:rsidR="00657B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charakteryzuje kluczowe zjawiska występujące w terapii tj.: przymierze terapeutyczne, przeniesienie, </w:t>
            </w:r>
            <w:proofErr w:type="spellStart"/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przeciwprzeniesienie</w:t>
            </w:r>
            <w:proofErr w:type="spellEnd"/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657BE7" w:rsidRPr="00AC610C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657BE7" w:rsidRDefault="00657BE7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657BE7" w:rsidRPr="00A71892" w:rsidRDefault="00657BE7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657BE7" w:rsidRDefault="00657BE7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657BE7" w:rsidRPr="00A71892" w:rsidRDefault="00657BE7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  Główne cele resocjalizacji a funkcje terapeutyczne w systemie resocjalizacyjnym. Terapia,            t    terapia pedagogiczna (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pedagoterapia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Koncepcje i teorie naukowe stanowiące bazę teoretyczną i metodologiczną resocjalizacji oraz    w wynikające z nich formy i sposoby oddziaływań terapeutycznych. Terapia behawioralna i terapia p 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pschodynamiczna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Relacja terapeutyczna. Budowanie przymierza terapeutycznego; przeniesienie;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przeciwprzeniesienie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</w:t>
            </w:r>
            <w:r w:rsidR="004F0507">
              <w:rPr>
                <w:rFonts w:ascii="Corbel" w:hAnsi="Corbel"/>
                <w:sz w:val="24"/>
                <w:szCs w:val="24"/>
              </w:rPr>
              <w:t>indywi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</w:t>
            </w:r>
            <w:r w:rsidR="004F0507">
              <w:rPr>
                <w:rFonts w:ascii="Corbel" w:hAnsi="Corbel"/>
                <w:b w:val="0"/>
                <w:szCs w:val="24"/>
              </w:rPr>
              <w:t xml:space="preserve">cie zajęć, </w:t>
            </w:r>
            <w:r w:rsidR="003B0B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F050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</w:t>
            </w:r>
            <w:r w:rsidR="004F0507">
              <w:rPr>
                <w:rFonts w:ascii="Corbel" w:hAnsi="Corbel"/>
                <w:b w:val="0"/>
                <w:szCs w:val="24"/>
              </w:rPr>
              <w:t xml:space="preserve">cie zajęć, </w:t>
            </w:r>
            <w:r w:rsidR="003B0B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F050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</w:t>
            </w:r>
            <w:r w:rsidR="004F0507">
              <w:rPr>
                <w:rFonts w:ascii="Corbel" w:hAnsi="Corbel"/>
                <w:b w:val="0"/>
                <w:szCs w:val="24"/>
              </w:rPr>
              <w:t xml:space="preserve">cie zajęć, </w:t>
            </w:r>
            <w:r w:rsidR="003B0B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F050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</w:t>
            </w:r>
            <w:r w:rsidR="004F0507">
              <w:rPr>
                <w:rFonts w:ascii="Corbel" w:hAnsi="Corbel"/>
                <w:b w:val="0"/>
                <w:szCs w:val="24"/>
              </w:rPr>
              <w:t xml:space="preserve">cie zajęć, </w:t>
            </w:r>
            <w:r w:rsidR="003B0B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F050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</w:t>
            </w:r>
            <w:r w:rsidR="004F0507">
              <w:rPr>
                <w:rFonts w:ascii="Corbel" w:hAnsi="Corbel"/>
                <w:b w:val="0"/>
                <w:szCs w:val="24"/>
              </w:rPr>
              <w:t xml:space="preserve">cie zajęć, </w:t>
            </w:r>
            <w:r w:rsidR="003B0B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F050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</w:t>
            </w:r>
            <w:r w:rsidR="004F0507">
              <w:rPr>
                <w:rFonts w:ascii="Corbel" w:hAnsi="Corbel"/>
                <w:b w:val="0"/>
                <w:szCs w:val="24"/>
              </w:rPr>
              <w:t xml:space="preserve">cie zajęć, </w:t>
            </w:r>
            <w:r w:rsidR="003B0B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F0507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597A74" w:rsidRPr="00597A74" w:rsidRDefault="00597A74" w:rsidP="00597A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597A74" w:rsidRPr="00597A74" w:rsidRDefault="00597A74" w:rsidP="00597A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597A74" w:rsidRPr="00597A74" w:rsidRDefault="00597A74" w:rsidP="00597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597A74" w:rsidRPr="00597A74" w:rsidRDefault="00597A74" w:rsidP="00597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597A74" w:rsidRPr="00597A74" w:rsidRDefault="00597A74" w:rsidP="00597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poprawność merytoryczna – maksymalnie 3 pkt.</w:t>
            </w:r>
          </w:p>
          <w:p w:rsidR="00597A74" w:rsidRPr="00597A74" w:rsidRDefault="00597A74" w:rsidP="00597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597A74" w:rsidRPr="00597A74" w:rsidRDefault="00597A74" w:rsidP="00597A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597A74" w:rsidRPr="00597A74" w:rsidRDefault="00597A74" w:rsidP="00597A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:rsidR="003B0BDB" w:rsidRPr="00396CCF" w:rsidRDefault="003B0BDB" w:rsidP="00597A7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104C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105601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A2E80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9A2E80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C61DC5" w:rsidRPr="001671CE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96CCF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2E80" w:rsidRDefault="009A2E80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2E80" w:rsidRDefault="00105601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A2E80" w:rsidRDefault="00105601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A2E80" w:rsidRPr="001671CE" w:rsidRDefault="00105601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CE11EB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3F3379" w:rsidP="00597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597A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597A74" w:rsidRDefault="00597A74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praktyka wychowawcza</w:t>
            </w:r>
            <w:r>
              <w:rPr>
                <w:rFonts w:ascii="Corbel" w:hAnsi="Corbel"/>
                <w:sz w:val="24"/>
                <w:szCs w:val="24"/>
              </w:rPr>
              <w:t xml:space="preserve">, PWN, Warszawa 2007.                                                                   Ostrowska K.,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Pr="001671CE">
              <w:rPr>
                <w:rFonts w:ascii="Corbel" w:hAnsi="Corbel"/>
                <w:sz w:val="24"/>
                <w:szCs w:val="24"/>
              </w:rPr>
              <w:t>, 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P.(red.),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Terapia w resocjalizacji. Ujęcie 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Czabała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CC9" w:rsidRDefault="00C97CC9" w:rsidP="00C16ABF">
      <w:pPr>
        <w:spacing w:after="0" w:line="240" w:lineRule="auto"/>
      </w:pPr>
      <w:r>
        <w:separator/>
      </w:r>
    </w:p>
  </w:endnote>
  <w:endnote w:type="continuationSeparator" w:id="0">
    <w:p w:rsidR="00C97CC9" w:rsidRDefault="00C97C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CC9" w:rsidRDefault="00C97CC9" w:rsidP="00C16ABF">
      <w:pPr>
        <w:spacing w:after="0" w:line="240" w:lineRule="auto"/>
      </w:pPr>
      <w:r>
        <w:separator/>
      </w:r>
    </w:p>
  </w:footnote>
  <w:footnote w:type="continuationSeparator" w:id="0">
    <w:p w:rsidR="00C97CC9" w:rsidRDefault="00C97CC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C4E"/>
    <w:rsid w:val="00105601"/>
    <w:rsid w:val="00107D8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B5238"/>
    <w:rsid w:val="001D657B"/>
    <w:rsid w:val="001D7B54"/>
    <w:rsid w:val="001E0209"/>
    <w:rsid w:val="001E684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5F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A0A5B"/>
    <w:rsid w:val="003A1176"/>
    <w:rsid w:val="003B0BDB"/>
    <w:rsid w:val="003C0BAE"/>
    <w:rsid w:val="003C1F4E"/>
    <w:rsid w:val="003D18A9"/>
    <w:rsid w:val="003D6CE2"/>
    <w:rsid w:val="003E1941"/>
    <w:rsid w:val="003E2FE6"/>
    <w:rsid w:val="003E49D5"/>
    <w:rsid w:val="003F3379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07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800"/>
    <w:rsid w:val="0059484D"/>
    <w:rsid w:val="00597A74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57BE7"/>
    <w:rsid w:val="006620D9"/>
    <w:rsid w:val="00671958"/>
    <w:rsid w:val="00675843"/>
    <w:rsid w:val="00685BB8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CBB"/>
    <w:rsid w:val="0081554D"/>
    <w:rsid w:val="0081707E"/>
    <w:rsid w:val="008449B3"/>
    <w:rsid w:val="00844AB2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7C2"/>
    <w:rsid w:val="00983831"/>
    <w:rsid w:val="00997F14"/>
    <w:rsid w:val="009A2E80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B7"/>
    <w:rsid w:val="00A53FA5"/>
    <w:rsid w:val="00A54817"/>
    <w:rsid w:val="00A601C8"/>
    <w:rsid w:val="00A60799"/>
    <w:rsid w:val="00A735D2"/>
    <w:rsid w:val="00A84C85"/>
    <w:rsid w:val="00A97DE1"/>
    <w:rsid w:val="00AA72D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CC9"/>
    <w:rsid w:val="00CA2B96"/>
    <w:rsid w:val="00CA5089"/>
    <w:rsid w:val="00CB42CB"/>
    <w:rsid w:val="00CD6897"/>
    <w:rsid w:val="00CE11EB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2FEE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1ED8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495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A7C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DB16-8D06-4630-A8BD-842FC280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5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14</cp:revision>
  <cp:lastPrinted>2019-02-06T12:12:00Z</cp:lastPrinted>
  <dcterms:created xsi:type="dcterms:W3CDTF">2022-03-30T20:08:00Z</dcterms:created>
  <dcterms:modified xsi:type="dcterms:W3CDTF">2024-09-19T20:34:00Z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